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4FD02" w14:textId="77777777" w:rsidR="006669FD" w:rsidRPr="00100752" w:rsidRDefault="00D07E0A" w:rsidP="006669FD">
      <w:pPr>
        <w:pStyle w:val="Pealkiri"/>
      </w:pPr>
      <w:r w:rsidRPr="00100752">
        <w:t>PROJEKTEERIMIS</w:t>
      </w:r>
      <w:r w:rsidR="00B02111" w:rsidRPr="00100752">
        <w:t>LEPING</w:t>
      </w:r>
      <w:r w:rsidR="00E22664" w:rsidRPr="00100752">
        <w:t xml:space="preserve"> nr </w:t>
      </w:r>
      <w:r w:rsidR="00E22664" w:rsidRPr="00100752">
        <w:fldChar w:fldCharType="begin"/>
      </w:r>
      <w:r w:rsidR="00E22664" w:rsidRPr="00100752">
        <w:instrText xml:space="preserve"> MACROBUTTON  AcceptAllChangesInDoc [Sisesta number] </w:instrText>
      </w:r>
      <w:r w:rsidR="00E22664" w:rsidRPr="00100752">
        <w:fldChar w:fldCharType="end"/>
      </w:r>
    </w:p>
    <w:p w14:paraId="12EAE037" w14:textId="77777777" w:rsidR="006669FD" w:rsidRPr="00100752" w:rsidRDefault="006669FD" w:rsidP="006669FD">
      <w:pPr>
        <w:jc w:val="both"/>
      </w:pPr>
    </w:p>
    <w:p w14:paraId="57A85115" w14:textId="77777777" w:rsidR="006669FD" w:rsidRPr="00100752" w:rsidRDefault="006669FD" w:rsidP="006669FD">
      <w:pPr>
        <w:jc w:val="both"/>
      </w:pPr>
    </w:p>
    <w:p w14:paraId="6F3B67D2" w14:textId="77777777" w:rsidR="00867887" w:rsidRPr="00100752" w:rsidRDefault="00C04531" w:rsidP="00867887">
      <w:pPr>
        <w:pStyle w:val="Normaallaadveeb"/>
        <w:jc w:val="right"/>
        <w:rPr>
          <w:rFonts w:eastAsia="Calibri"/>
          <w:szCs w:val="22"/>
        </w:rPr>
      </w:pPr>
      <w:sdt>
        <w:sdtPr>
          <w:rPr>
            <w:rFonts w:eastAsia="Calibri"/>
            <w:szCs w:val="22"/>
          </w:rPr>
          <w:id w:val="448594684"/>
          <w:placeholder>
            <w:docPart w:val="FEB04C88DB494653AD1F9D1F258B9FCC"/>
          </w:placeholder>
          <w:date>
            <w:dateFormat w:val="d.MM.yyyy"/>
            <w:lid w:val="et-EE"/>
            <w:storeMappedDataAs w:val="dateTime"/>
            <w:calendar w:val="gregorian"/>
          </w:date>
        </w:sdtPr>
        <w:sdtEndPr/>
        <w:sdtContent>
          <w:r w:rsidR="00867887" w:rsidRPr="00100752">
            <w:rPr>
              <w:rFonts w:eastAsia="Calibri"/>
              <w:szCs w:val="22"/>
            </w:rPr>
            <w:t>[Vali kuupäev]</w:t>
          </w:r>
        </w:sdtContent>
      </w:sdt>
    </w:p>
    <w:p w14:paraId="550AD148" w14:textId="77777777" w:rsidR="00867887" w:rsidRPr="00100752" w:rsidRDefault="00867887" w:rsidP="00867887">
      <w:pPr>
        <w:pStyle w:val="Normaallaadveeb"/>
        <w:jc w:val="right"/>
        <w:rPr>
          <w:lang w:val="et-EE"/>
        </w:rPr>
      </w:pPr>
      <w:r w:rsidRPr="00100752">
        <w:rPr>
          <w:rFonts w:eastAsia="Calibri"/>
          <w:szCs w:val="22"/>
        </w:rPr>
        <w:t>(hiliseima digitaalallkirja kuupäev)</w:t>
      </w:r>
    </w:p>
    <w:p w14:paraId="1B0BA9E0" w14:textId="77777777" w:rsidR="006669FD" w:rsidRPr="00100752" w:rsidRDefault="006669FD" w:rsidP="00B47672">
      <w:pPr>
        <w:jc w:val="right"/>
      </w:pPr>
    </w:p>
    <w:p w14:paraId="2980AD60" w14:textId="77777777" w:rsidR="006669FD" w:rsidRPr="00100752" w:rsidRDefault="006669FD" w:rsidP="006669FD">
      <w:pPr>
        <w:jc w:val="both"/>
      </w:pPr>
    </w:p>
    <w:p w14:paraId="4887FBCA" w14:textId="77777777" w:rsidR="00222E23" w:rsidRPr="00100752" w:rsidRDefault="00634FF0" w:rsidP="00222E23">
      <w:pPr>
        <w:jc w:val="both"/>
      </w:pPr>
      <w:r w:rsidRPr="00100752">
        <w:t xml:space="preserve">Riigimetsa Majandamise Keskus, </w:t>
      </w:r>
      <w:r w:rsidR="00222E23" w:rsidRPr="00100752">
        <w:t xml:space="preserve"> edaspidi </w:t>
      </w:r>
      <w:r w:rsidR="00222E23" w:rsidRPr="00100752">
        <w:rPr>
          <w:b/>
        </w:rPr>
        <w:t xml:space="preserve">tellija, </w:t>
      </w:r>
      <w:r w:rsidR="00222E23" w:rsidRPr="00100752">
        <w:t xml:space="preserve">keda esindab </w:t>
      </w:r>
      <w:sdt>
        <w:sdtPr>
          <w:tag w:val="Riigimetsa Majandamise Keskuse "/>
          <w:id w:val="-1598098674"/>
          <w:placeholder>
            <w:docPart w:val="8F033358870C483DB31F87EE230C268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222E23" w:rsidRPr="00100752">
            <w:t>[Vali sobiv]</w:t>
          </w:r>
        </w:sdtContent>
      </w:sdt>
      <w:r w:rsidR="00222E23" w:rsidRPr="00100752">
        <w:t xml:space="preserve"> </w:t>
      </w:r>
      <w:sdt>
        <w:sdtPr>
          <w:alias w:val="Vali kuupäev"/>
          <w:tag w:val="Vali kuupäev"/>
          <w:id w:val="-171967024"/>
          <w:placeholder>
            <w:docPart w:val="D145C4DD65674F18940769F03CCCD063"/>
          </w:placeholder>
          <w:date>
            <w:dateFormat w:val="d.MM.yyyy"/>
            <w:lid w:val="et-EE"/>
            <w:storeMappedDataAs w:val="dateTime"/>
            <w:calendar w:val="gregorian"/>
          </w:date>
        </w:sdtPr>
        <w:sdtEndPr/>
        <w:sdtContent>
          <w:r w:rsidR="00222E23" w:rsidRPr="00100752">
            <w:t>[Vali kuupäev]</w:t>
          </w:r>
        </w:sdtContent>
      </w:sdt>
      <w:r w:rsidR="00222E23" w:rsidRPr="00100752">
        <w:t xml:space="preserve"> </w:t>
      </w:r>
      <w:sdt>
        <w:sdtPr>
          <w:id w:val="-775716232"/>
          <w:placeholder>
            <w:docPart w:val="8F033358870C483DB31F87EE230C268D"/>
          </w:placeholder>
          <w:comboBox>
            <w:listItem w:displayText="otsuse" w:value="otsuse"/>
            <w:listItem w:displayText="käskkirja" w:value="käskkirja"/>
            <w:listItem w:displayText="volikirja" w:value="volikirja"/>
            <w:listItem w:displayText="määruse" w:value="määruse"/>
          </w:comboBox>
        </w:sdtPr>
        <w:sdtEndPr/>
        <w:sdtContent>
          <w:r w:rsidR="00222E23" w:rsidRPr="00100752">
            <w:t>[Vali sobiv]</w:t>
          </w:r>
        </w:sdtContent>
      </w:sdt>
      <w:r w:rsidR="00222E23" w:rsidRPr="00100752">
        <w:t xml:space="preserve"> nr </w:t>
      </w:r>
      <w:r w:rsidR="00222E23" w:rsidRPr="00100752">
        <w:fldChar w:fldCharType="begin"/>
      </w:r>
      <w:r w:rsidR="00222E23" w:rsidRPr="00100752">
        <w:instrText xml:space="preserve"> MACROBUTTON  AcceptAllChangesInDoc [Sisesta number] </w:instrText>
      </w:r>
      <w:r w:rsidR="00222E23" w:rsidRPr="00100752">
        <w:fldChar w:fldCharType="end"/>
      </w:r>
      <w:r w:rsidR="00222E23" w:rsidRPr="00100752">
        <w:t xml:space="preserve">alusel </w:t>
      </w:r>
      <w:r w:rsidR="00222E23" w:rsidRPr="00100752">
        <w:rPr>
          <w:rFonts w:eastAsia="Calibri"/>
        </w:rPr>
        <w:fldChar w:fldCharType="begin"/>
      </w:r>
      <w:r w:rsidR="00222E23" w:rsidRPr="00100752">
        <w:rPr>
          <w:rFonts w:eastAsia="Calibri"/>
        </w:rPr>
        <w:instrText xml:space="preserve"> MACROBUTTON  AcceptAllChangesInDoc [Sisesta ametinimetus] </w:instrText>
      </w:r>
      <w:r w:rsidR="00222E23" w:rsidRPr="00100752">
        <w:rPr>
          <w:rFonts w:eastAsia="Calibri"/>
        </w:rPr>
        <w:fldChar w:fldCharType="end"/>
      </w:r>
      <w:r w:rsidR="00222E23" w:rsidRPr="00100752">
        <w:rPr>
          <w:rFonts w:eastAsia="Calibri"/>
        </w:rPr>
        <w:t xml:space="preserve"> </w:t>
      </w:r>
      <w:r w:rsidR="00222E23" w:rsidRPr="00100752">
        <w:rPr>
          <w:rFonts w:eastAsia="Calibri"/>
        </w:rPr>
        <w:fldChar w:fldCharType="begin"/>
      </w:r>
      <w:r w:rsidR="00222E23" w:rsidRPr="00100752">
        <w:rPr>
          <w:rFonts w:eastAsia="Calibri"/>
        </w:rPr>
        <w:instrText xml:space="preserve"> MACROBUTTON  AcceptAllChangesInDoc [Sisesta eesnimi ja perekonnanimi] </w:instrText>
      </w:r>
      <w:r w:rsidR="00222E23" w:rsidRPr="00100752">
        <w:rPr>
          <w:rFonts w:eastAsia="Calibri"/>
        </w:rPr>
        <w:fldChar w:fldCharType="end"/>
      </w:r>
      <w:r w:rsidR="00222E23" w:rsidRPr="00100752">
        <w:t>, ühelt poolt,</w:t>
      </w:r>
    </w:p>
    <w:p w14:paraId="23D34BE7" w14:textId="77777777" w:rsidR="00222E23" w:rsidRPr="00100752" w:rsidRDefault="00222E23" w:rsidP="00634FF0">
      <w:pPr>
        <w:jc w:val="both"/>
      </w:pPr>
    </w:p>
    <w:p w14:paraId="7C139662" w14:textId="77777777" w:rsidR="00222E23" w:rsidRPr="00100752" w:rsidRDefault="00634FF0" w:rsidP="00222E23">
      <w:pPr>
        <w:jc w:val="both"/>
      </w:pPr>
      <w:r w:rsidRPr="00100752">
        <w:t>ja</w:t>
      </w:r>
      <w:r w:rsidR="00222E23" w:rsidRPr="00100752">
        <w:t xml:space="preserve"> </w:t>
      </w:r>
      <w:r w:rsidR="00222E23" w:rsidRPr="00100752">
        <w:fldChar w:fldCharType="begin"/>
      </w:r>
      <w:r w:rsidR="00222E23" w:rsidRPr="00100752">
        <w:instrText xml:space="preserve"> MACROBUTTON  AcceptAllChangesInDoc [Sisesta juriidilise isiku nimi], </w:instrText>
      </w:r>
      <w:r w:rsidR="00222E23" w:rsidRPr="00100752">
        <w:fldChar w:fldCharType="end"/>
      </w:r>
      <w:r w:rsidR="00222E23" w:rsidRPr="00100752">
        <w:rPr>
          <w:bCs/>
        </w:rPr>
        <w:t xml:space="preserve">edaspidi </w:t>
      </w:r>
      <w:r w:rsidR="00222E23" w:rsidRPr="00100752">
        <w:rPr>
          <w:b/>
          <w:bCs/>
        </w:rPr>
        <w:t>projekteerija</w:t>
      </w:r>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EndPr/>
        <w:sdtContent>
          <w:r w:rsidR="00222E23" w:rsidRPr="00100752">
            <w:t>[Vali sobiv]</w:t>
          </w:r>
        </w:sdtContent>
      </w:sdt>
      <w:r w:rsidR="00222E23" w:rsidRPr="00100752">
        <w:rPr>
          <w:iCs/>
        </w:rPr>
        <w:t xml:space="preserve"> alusel </w:t>
      </w:r>
      <w:r w:rsidR="00222E23" w:rsidRPr="00100752">
        <w:rPr>
          <w:rFonts w:eastAsia="Calibri"/>
        </w:rPr>
        <w:fldChar w:fldCharType="begin"/>
      </w:r>
      <w:r w:rsidR="00222E23" w:rsidRPr="00100752">
        <w:rPr>
          <w:rFonts w:eastAsia="Calibri"/>
        </w:rPr>
        <w:instrText xml:space="preserve"> MACROBUTTON  AcceptAllChangesInDoc [Sisesta ametinimetus] </w:instrText>
      </w:r>
      <w:r w:rsidR="00222E23" w:rsidRPr="00100752">
        <w:rPr>
          <w:rFonts w:eastAsia="Calibri"/>
        </w:rPr>
        <w:fldChar w:fldCharType="end"/>
      </w:r>
      <w:r w:rsidR="00867887" w:rsidRPr="00100752">
        <w:rPr>
          <w:rFonts w:eastAsia="Calibri"/>
        </w:rPr>
        <w:fldChar w:fldCharType="begin"/>
      </w:r>
      <w:r w:rsidR="00867887" w:rsidRPr="00100752">
        <w:rPr>
          <w:rFonts w:eastAsia="Calibri"/>
        </w:rPr>
        <w:instrText xml:space="preserve"> MACROBUTTON  AcceptAllChangesInDoc [Sisesta eesnimi ja perekonnanimi], </w:instrText>
      </w:r>
      <w:r w:rsidR="00867887" w:rsidRPr="00100752">
        <w:rPr>
          <w:rFonts w:eastAsia="Calibri"/>
        </w:rPr>
        <w:fldChar w:fldCharType="end"/>
      </w:r>
      <w:r w:rsidR="00222E23" w:rsidRPr="00100752">
        <w:t xml:space="preserve">edaspidi </w:t>
      </w:r>
      <w:r w:rsidR="00222E23" w:rsidRPr="00100752">
        <w:rPr>
          <w:b/>
          <w:bCs/>
        </w:rPr>
        <w:t>töövõtja,</w:t>
      </w:r>
      <w:r w:rsidR="00222E23" w:rsidRPr="00100752">
        <w:t xml:space="preserve"> teiselt poolt, </w:t>
      </w:r>
    </w:p>
    <w:p w14:paraId="167D3A05" w14:textId="77777777" w:rsidR="00222E23" w:rsidRPr="00100752" w:rsidRDefault="00222E23" w:rsidP="00222E23">
      <w:pPr>
        <w:jc w:val="both"/>
      </w:pPr>
    </w:p>
    <w:p w14:paraId="5D279493" w14:textId="77777777" w:rsidR="0048584E" w:rsidRPr="00100752" w:rsidRDefault="0048584E" w:rsidP="0048584E">
      <w:pPr>
        <w:jc w:val="both"/>
      </w:pPr>
      <w:r w:rsidRPr="00100752">
        <w:t xml:space="preserve">ja </w:t>
      </w:r>
      <w:r w:rsidRPr="00100752">
        <w:rPr>
          <w:rFonts w:eastAsia="Calibri"/>
        </w:rPr>
        <w:fldChar w:fldCharType="begin"/>
      </w:r>
      <w:r w:rsidRPr="00100752">
        <w:rPr>
          <w:rFonts w:eastAsia="Calibri"/>
        </w:rPr>
        <w:instrText xml:space="preserve"> MACROBUTTON  AcceptAllChangesInDoc [Sisesta füüsilisest isikust ettevõtja nimi], </w:instrText>
      </w:r>
      <w:r w:rsidRPr="00100752">
        <w:rPr>
          <w:rFonts w:eastAsia="Calibri"/>
        </w:rPr>
        <w:fldChar w:fldCharType="end"/>
      </w:r>
      <w:r w:rsidRPr="00100752">
        <w:rPr>
          <w:rFonts w:eastAsia="Calibri"/>
        </w:rPr>
        <w:t xml:space="preserve">edaspidi </w:t>
      </w:r>
      <w:r w:rsidRPr="00100752">
        <w:rPr>
          <w:rFonts w:eastAsia="Calibri"/>
          <w:b/>
        </w:rPr>
        <w:t xml:space="preserve">projekteerija, </w:t>
      </w:r>
      <w:r w:rsidRPr="00100752">
        <w:rPr>
          <w:rFonts w:eastAsia="Calibri"/>
        </w:rPr>
        <w:t>teiselt poolt,</w:t>
      </w:r>
    </w:p>
    <w:p w14:paraId="527BC589" w14:textId="77777777" w:rsidR="0048584E" w:rsidRPr="00100752" w:rsidRDefault="0048584E"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07D4514F" w:rsidR="00634FF0" w:rsidRPr="00100752" w:rsidRDefault="00634FF0" w:rsidP="00CB0220">
      <w:pPr>
        <w:jc w:val="both"/>
      </w:pPr>
      <w:r w:rsidRPr="00100752">
        <w:t xml:space="preserve">sõlmisid lepingu, edaspidi </w:t>
      </w:r>
      <w:r w:rsidR="00CD52E7" w:rsidRPr="00100752">
        <w:rPr>
          <w:b/>
        </w:rPr>
        <w:t>l</w:t>
      </w:r>
      <w:r w:rsidRPr="00100752">
        <w:rPr>
          <w:b/>
        </w:rPr>
        <w:t>eping</w:t>
      </w:r>
      <w:r w:rsidR="00C10513" w:rsidRPr="00100752">
        <w:t>,</w:t>
      </w:r>
      <w:r w:rsidR="00B47672" w:rsidRPr="00100752">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334452" w:rsidRPr="00AF423E">
            <w:t>väikehanke</w:t>
          </w:r>
        </w:sdtContent>
      </w:sdt>
      <w:r w:rsidR="00B47672" w:rsidRPr="00AF423E">
        <w:t xml:space="preserve"> </w:t>
      </w:r>
      <w:r w:rsidR="007548FE" w:rsidRPr="00AF423E">
        <w:t xml:space="preserve">(DHS nr. </w:t>
      </w:r>
      <w:r w:rsidR="00B47672" w:rsidRPr="00AF423E">
        <w:t>1-47</w:t>
      </w:r>
      <w:r w:rsidR="00AF423E" w:rsidRPr="00AF423E">
        <w:t>/2980</w:t>
      </w:r>
      <w:r w:rsidR="007548FE" w:rsidRPr="00AF423E">
        <w:t>)</w:t>
      </w:r>
      <w:r w:rsidR="00B47672" w:rsidRPr="00AF423E">
        <w:t xml:space="preserve"> „</w:t>
      </w:r>
      <w:r w:rsidR="00A15311" w:rsidRPr="00AF423E">
        <w:rPr>
          <w:b/>
        </w:rPr>
        <w:t>Sangaste metsapargi raja taristu projekteerimistööd</w:t>
      </w:r>
      <w:r w:rsidR="00B47672" w:rsidRPr="00AF423E">
        <w:t>“ (viitenumber</w:t>
      </w:r>
      <w:r w:rsidR="00AF423E" w:rsidRPr="00AF423E">
        <w:t xml:space="preserve"> 272929</w:t>
      </w:r>
      <w:r w:rsidR="00B47672" w:rsidRPr="00AF423E">
        <w:t xml:space="preserve">) </w:t>
      </w:r>
      <w:r w:rsidRPr="00AF423E">
        <w:t>tulemusena</w:t>
      </w:r>
      <w:r w:rsidRPr="00100752">
        <w:t xml:space="preserve"> alljärgnevas:</w:t>
      </w:r>
    </w:p>
    <w:p w14:paraId="764CC059" w14:textId="77777777" w:rsidR="006669FD" w:rsidRPr="00100752"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48BC0559" w:rsidR="006669FD" w:rsidRPr="00100752" w:rsidRDefault="00CD52E7" w:rsidP="00BA6375">
      <w:pPr>
        <w:pStyle w:val="Pealkiri21"/>
        <w:jc w:val="both"/>
      </w:pPr>
      <w:r w:rsidRPr="00100752">
        <w:t xml:space="preserve">Lepingu </w:t>
      </w:r>
      <w:r w:rsidR="00C10513" w:rsidRPr="00100752">
        <w:t>objektik</w:t>
      </w:r>
      <w:r w:rsidRPr="00100752">
        <w:t>s on p</w:t>
      </w:r>
      <w:r w:rsidR="00D07E0A" w:rsidRPr="00100752">
        <w:t xml:space="preserve">rojekteerija poolt projekteerimistööde ja nende tegemiseks vajalike uurimustööde tegemine ning sellega seotud asjaajamine </w:t>
      </w:r>
      <w:r w:rsidR="00A15311" w:rsidRPr="00A15311">
        <w:rPr>
          <w:b/>
        </w:rPr>
        <w:t>Sangaste metsapargi raja taristu</w:t>
      </w:r>
      <w:r w:rsidR="00A15311" w:rsidRPr="00A15311">
        <w:t>, mis  asub Lossiküla, Otepää vald, Valga maakond, Riigimetsa Majandamise Keskusele kuuluval kinnistul Valga metskond 4, katastriüksuse kood 72402:002:1220</w:t>
      </w:r>
      <w:r w:rsidR="00A15311" w:rsidRPr="00A15311">
        <w:rPr>
          <w:bCs/>
        </w:rPr>
        <w:t xml:space="preserve">, </w:t>
      </w:r>
      <w:r w:rsidR="00D7447A">
        <w:t xml:space="preserve"> </w:t>
      </w:r>
      <w:r w:rsidR="00D07E0A" w:rsidRPr="00100752">
        <w:t xml:space="preserve">edaspidi </w:t>
      </w:r>
      <w:r w:rsidRPr="00100752">
        <w:rPr>
          <w:b/>
        </w:rPr>
        <w:t>o</w:t>
      </w:r>
      <w:r w:rsidR="00D07E0A" w:rsidRPr="00100752">
        <w:rPr>
          <w:b/>
        </w:rPr>
        <w:t>bjekt</w:t>
      </w:r>
      <w:r w:rsidR="00D07E0A" w:rsidRPr="00100752">
        <w:t xml:space="preserve">, </w:t>
      </w:r>
      <w:r w:rsidR="00272DA6">
        <w:t xml:space="preserve">projekteerimistööde </w:t>
      </w:r>
      <w:r w:rsidR="001222F1">
        <w:t>teostamiseks</w:t>
      </w:r>
      <w:r w:rsidR="00D07E0A" w:rsidRPr="00100752">
        <w:t>.</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r w:rsidRPr="00100752">
        <w:t xml:space="preserve">Projekteerija põhikohustuseks on kõigi objekti ehitamiseks vajalike projektide koostamine, edaspidi </w:t>
      </w:r>
      <w:r w:rsidR="00CD52E7" w:rsidRPr="00100752">
        <w:rPr>
          <w:b/>
        </w:rPr>
        <w:t>p</w:t>
      </w:r>
      <w:r w:rsidRPr="00100752">
        <w:rPr>
          <w:b/>
        </w:rPr>
        <w:t>rojekteerimistööd.</w:t>
      </w:r>
      <w:r w:rsidRPr="00100752">
        <w:t xml:space="preserve"> </w:t>
      </w:r>
    </w:p>
    <w:p w14:paraId="0763EC7D" w14:textId="1F2C137C" w:rsidR="00092649" w:rsidRPr="00100752" w:rsidRDefault="00CA3076" w:rsidP="001D3892">
      <w:pPr>
        <w:pStyle w:val="Pealkiri21"/>
      </w:pPr>
      <w:r w:rsidRPr="00100752">
        <w:t>Projekteerimistööde etapid on kirjeldatud hoone projekteerimistööde loete</w:t>
      </w:r>
      <w:r w:rsidR="00222E23" w:rsidRPr="00100752">
        <w:t>lu-graafikus,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EHR-i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1010C482"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 xml:space="preserve">ellijale üle </w:t>
      </w:r>
      <w:r w:rsidR="008C0E08" w:rsidRPr="00100752">
        <w:lastRenderedPageBreak/>
        <w:t>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14AC48BC"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edaspidi </w:t>
      </w:r>
      <w:r w:rsidR="00CD52E7" w:rsidRPr="00100752">
        <w:rPr>
          <w:b/>
        </w:rPr>
        <w:t>p</w:t>
      </w:r>
      <w:r w:rsidRPr="00100752">
        <w:rPr>
          <w:b/>
        </w:rPr>
        <w:t>rojekteerimise tähtajad</w:t>
      </w:r>
      <w:r w:rsidRPr="00100752">
        <w:t>. Kogu proj</w:t>
      </w:r>
      <w:r w:rsidR="00662208" w:rsidRPr="00100752">
        <w:t xml:space="preserve">ekt peab valmis olema </w:t>
      </w:r>
      <w:r w:rsidR="00662208" w:rsidRPr="00E74ACF">
        <w:t>hiljemalt</w:t>
      </w:r>
      <w:r w:rsidRPr="00E74ACF">
        <w:t xml:space="preserve"> </w:t>
      </w:r>
      <w:r w:rsidR="00891ED1" w:rsidRPr="00E74ACF">
        <w:rPr>
          <w:b/>
        </w:rPr>
        <w:t>(</w:t>
      </w:r>
      <w:r w:rsidR="00A15311">
        <w:rPr>
          <w:b/>
        </w:rPr>
        <w:t>4</w:t>
      </w:r>
      <w:r w:rsidR="00891ED1" w:rsidRPr="00E74ACF">
        <w:rPr>
          <w:b/>
        </w:rPr>
        <w:t xml:space="preserve">) </w:t>
      </w:r>
      <w:r w:rsidR="00A15311">
        <w:rPr>
          <w:b/>
        </w:rPr>
        <w:t>neli</w:t>
      </w:r>
      <w:r w:rsidR="00A858A3">
        <w:t xml:space="preserve"> </w:t>
      </w:r>
      <w:r w:rsidRPr="00100752">
        <w:t>kuud 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7777777"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 xml:space="preserve">ellijal õigus nõuda leppetrahvi 0,15% punktis 4.1 määratud </w:t>
      </w:r>
      <w:r w:rsidR="00CD52E7" w:rsidRPr="00100752">
        <w:t>p</w:t>
      </w:r>
      <w:r w:rsidRPr="00100752">
        <w:t>rojekteerija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r w:rsidRPr="00100752">
        <w:rPr>
          <w:b/>
        </w:rPr>
        <w:t>Projekteerija tasu</w:t>
      </w:r>
    </w:p>
    <w:p w14:paraId="1684F2B9" w14:textId="77777777" w:rsidR="00CA3076" w:rsidRPr="00100752" w:rsidRDefault="00CD52E7" w:rsidP="00BA6375">
      <w:pPr>
        <w:pStyle w:val="Pealkiri21"/>
        <w:jc w:val="both"/>
      </w:pPr>
      <w:r w:rsidRPr="00100752">
        <w:t>Tellija on kohustatud maksma projekteerijale kõigi projekteerija käesoleva l</w:t>
      </w:r>
      <w:r w:rsidR="00CA3076" w:rsidRPr="00100752">
        <w:t xml:space="preserve">epinguga määratud kohustuste täitmise eest kokku </w:t>
      </w:r>
      <w:r w:rsidR="009267C2" w:rsidRPr="00100752">
        <w:fldChar w:fldCharType="begin"/>
      </w:r>
      <w:r w:rsidR="009267C2" w:rsidRPr="00100752">
        <w:instrText xml:space="preserve"> MACROBUTTON  AcceptAllChangesInDoc [Sisesta summa] </w:instrText>
      </w:r>
      <w:r w:rsidR="009267C2" w:rsidRPr="00100752">
        <w:fldChar w:fldCharType="end"/>
      </w:r>
      <w:r w:rsidR="009267C2" w:rsidRPr="00100752">
        <w:t>(</w:t>
      </w:r>
      <w:r w:rsidR="009267C2" w:rsidRPr="00100752">
        <w:rPr>
          <w:rFonts w:eastAsia="Calibri"/>
        </w:rPr>
        <w:fldChar w:fldCharType="begin"/>
      </w:r>
      <w:r w:rsidR="009267C2" w:rsidRPr="00100752">
        <w:rPr>
          <w:rFonts w:eastAsia="Calibri"/>
        </w:rPr>
        <w:instrText xml:space="preserve"> MACROBUTTON  AcceptAllChangesInDoc [Sisesta summa sõnadega]) </w:instrText>
      </w:r>
      <w:r w:rsidR="009267C2" w:rsidRPr="00100752">
        <w:rPr>
          <w:rFonts w:eastAsia="Calibri"/>
        </w:rPr>
        <w:fldChar w:fldCharType="end"/>
      </w:r>
      <w:r w:rsidR="00CA3076" w:rsidRPr="00100752">
        <w:t xml:space="preserve">eurot, edaspidi </w:t>
      </w:r>
      <w:r w:rsidRPr="00100752">
        <w:rPr>
          <w:b/>
        </w:rPr>
        <w:t>p</w:t>
      </w:r>
      <w:r w:rsidR="00CA3076" w:rsidRPr="00100752">
        <w:rPr>
          <w:b/>
        </w:rPr>
        <w:t>rojekteerija tasu</w:t>
      </w:r>
      <w:r w:rsidR="00CA3076" w:rsidRPr="00100752">
        <w:t>.</w:t>
      </w:r>
    </w:p>
    <w:p w14:paraId="05605184" w14:textId="29EB960F" w:rsidR="00CA3076" w:rsidRPr="00100752" w:rsidRDefault="00CD52E7" w:rsidP="00BA6375">
      <w:pPr>
        <w:pStyle w:val="Pealkiri21"/>
        <w:jc w:val="both"/>
      </w:pPr>
      <w:r w:rsidRPr="00100752">
        <w:t>Tellija on kohustatud maksma projekteerija tasu peale l</w:t>
      </w:r>
      <w:r w:rsidR="00CA3076" w:rsidRPr="00100752">
        <w:t xml:space="preserve">epingu lisas </w:t>
      </w:r>
      <w:r w:rsidR="00E85A15" w:rsidRPr="00100752">
        <w:t>3</w:t>
      </w:r>
      <w:r w:rsidR="00CA3076" w:rsidRPr="00100752">
        <w:t xml:space="preserve"> märgitud projektietappide vastuvõtmist. Tellija o</w:t>
      </w:r>
      <w:r w:rsidRPr="00100752">
        <w:t>n seejuures kohustatud maksma pr</w:t>
      </w:r>
      <w:r w:rsidR="00CA3076" w:rsidRPr="00100752">
        <w:t>ojekteerija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Tellija on kohustatud maksma projekteerija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77777777" w:rsidR="00CA3076" w:rsidRPr="00100752" w:rsidRDefault="00CD52E7" w:rsidP="00BA6375">
      <w:pPr>
        <w:pStyle w:val="Pealkiri21"/>
        <w:jc w:val="both"/>
      </w:pPr>
      <w:r w:rsidRPr="00100752">
        <w:t>Punktis 4.1 määratud p</w:t>
      </w:r>
      <w:r w:rsidR="00CA3076" w:rsidRPr="00100752">
        <w:t>rojekteerij</w:t>
      </w:r>
      <w:r w:rsidRPr="00100752">
        <w:t>a tasu maksmisega viivitamisel tellija poolt on p</w:t>
      </w:r>
      <w:r w:rsidR="00CA3076" w:rsidRPr="00100752">
        <w:t>rojekteerijal õigus nõuda viivist 0,15%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ijal on õigus p</w:t>
      </w:r>
      <w:r w:rsidRPr="00100752">
        <w:t xml:space="preserve">rojekteerija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 xml:space="preserve">rojekteerijale välja maksma hiljemalt </w:t>
      </w:r>
      <w:r w:rsidRPr="00100752">
        <w:lastRenderedPageBreak/>
        <w:t>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6EDF7E7C" w:rsidR="008633AC" w:rsidRPr="00100752" w:rsidRDefault="00CA3076" w:rsidP="008633AC">
      <w:pPr>
        <w:pStyle w:val="Pealkiri21"/>
        <w:jc w:val="both"/>
      </w:pPr>
      <w:r w:rsidRPr="00100752">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06C3358D" w14:textId="77777777" w:rsidR="008633AC" w:rsidRPr="00100752" w:rsidRDefault="008633AC" w:rsidP="008633AC">
      <w:pPr>
        <w:pStyle w:val="Pealkiri21"/>
        <w:numPr>
          <w:ilvl w:val="0"/>
          <w:numId w:val="0"/>
        </w:numPr>
        <w:jc w:val="both"/>
      </w:pPr>
    </w:p>
    <w:p w14:paraId="0CB2FD67" w14:textId="41A58A9B" w:rsidR="008633AC" w:rsidRPr="00100752" w:rsidRDefault="008633AC" w:rsidP="008633AC">
      <w:pPr>
        <w:pStyle w:val="Pealkiri21"/>
        <w:numPr>
          <w:ilvl w:val="0"/>
          <w:numId w:val="0"/>
        </w:numPr>
        <w:jc w:val="both"/>
        <w:rPr>
          <w:b/>
        </w:rPr>
      </w:pPr>
      <w:r w:rsidRPr="00100752">
        <w:rPr>
          <w:b/>
        </w:rPr>
        <w:t>6. Autoriõiguste üleandmine Tellijale</w:t>
      </w:r>
    </w:p>
    <w:p w14:paraId="49B01EA0" w14:textId="77777777" w:rsidR="008633AC" w:rsidRPr="00100752" w:rsidRDefault="008633AC" w:rsidP="008633AC">
      <w:pPr>
        <w:pStyle w:val="Pealkiri21"/>
        <w:numPr>
          <w:ilvl w:val="0"/>
          <w:numId w:val="0"/>
        </w:numPr>
        <w:ind w:left="576"/>
        <w:jc w:val="both"/>
        <w:rPr>
          <w:b/>
        </w:rPr>
      </w:pP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77777777" w:rsidR="00CA3076" w:rsidRPr="00100752" w:rsidRDefault="00CA3076" w:rsidP="00BA6375">
      <w:pPr>
        <w:pStyle w:val="Pealkiri21"/>
        <w:jc w:val="both"/>
      </w:pPr>
      <w:r w:rsidRPr="00100752">
        <w:t>Ob</w:t>
      </w:r>
      <w:r w:rsidR="00867887" w:rsidRPr="00100752">
        <w:t>jekti vastutav projekteerija on</w:t>
      </w:r>
      <w:r w:rsidRPr="00100752">
        <w:t xml:space="preserve"> </w:t>
      </w:r>
      <w:r w:rsidR="0048584E" w:rsidRPr="00100752">
        <w:rPr>
          <w:rFonts w:eastAsia="Calibri"/>
        </w:rPr>
        <w:fldChar w:fldCharType="begin"/>
      </w:r>
      <w:r w:rsidR="0048584E" w:rsidRPr="00100752">
        <w:rPr>
          <w:rFonts w:eastAsia="Calibri"/>
        </w:rPr>
        <w:instrText xml:space="preserve"> MACROBUTTON  AcceptAllChangesInDoc [Sisesta eesnimi ja perekonnanimi], </w:instrText>
      </w:r>
      <w:r w:rsidR="0048584E" w:rsidRPr="00100752">
        <w:rPr>
          <w:rFonts w:eastAsia="Calibri"/>
        </w:rPr>
        <w:fldChar w:fldCharType="end"/>
      </w:r>
      <w:r w:rsidR="00B47672" w:rsidRPr="00100752">
        <w:t xml:space="preserve">tel </w:t>
      </w:r>
      <w:r w:rsidR="00B47672" w:rsidRPr="00100752">
        <w:fldChar w:fldCharType="begin"/>
      </w:r>
      <w:r w:rsidR="00B47672" w:rsidRPr="00100752">
        <w:instrText xml:space="preserve"> MACROBUTTON  AcceptAllChangesInDoc [Sisesta number]</w:instrText>
      </w:r>
      <w:r w:rsidR="00B47672" w:rsidRPr="00100752">
        <w:fldChar w:fldCharType="end"/>
      </w:r>
      <w:r w:rsidR="0048584E" w:rsidRPr="00100752">
        <w:t xml:space="preserve">, e-post </w:t>
      </w:r>
      <w:r w:rsidR="0048584E" w:rsidRPr="00100752">
        <w:fldChar w:fldCharType="begin"/>
      </w:r>
      <w:r w:rsidR="0048584E" w:rsidRPr="00100752">
        <w:instrText xml:space="preserve"> MACROBUTTON  AcceptAllChangesInDoc [Sisesta e-post]. </w:instrText>
      </w:r>
      <w:r w:rsidR="0048584E" w:rsidRPr="00100752">
        <w:fldChar w:fldCharType="end"/>
      </w:r>
    </w:p>
    <w:p w14:paraId="2AB75983" w14:textId="77777777" w:rsidR="0048584E" w:rsidRPr="00100752" w:rsidRDefault="0048584E" w:rsidP="00BA6375">
      <w:pPr>
        <w:pStyle w:val="Pealkiri21"/>
        <w:jc w:val="both"/>
      </w:pPr>
      <w:r w:rsidRPr="00100752">
        <w:t xml:space="preserve">Projekteerija esindaja on </w:t>
      </w:r>
      <w:r w:rsidRPr="00100752">
        <w:rPr>
          <w:rFonts w:eastAsia="Calibri"/>
        </w:rPr>
        <w:fldChar w:fldCharType="begin"/>
      </w:r>
      <w:r w:rsidRPr="00100752">
        <w:rPr>
          <w:rFonts w:eastAsia="Calibri"/>
        </w:rPr>
        <w:instrText xml:space="preserve"> MACROBUTTON  AcceptAllChangesInDoc [Sisesta ametinimetus] </w:instrText>
      </w:r>
      <w:r w:rsidRPr="00100752">
        <w:rPr>
          <w:rFonts w:eastAsia="Calibri"/>
        </w:rPr>
        <w:fldChar w:fldCharType="end"/>
      </w:r>
      <w:r w:rsidRPr="00100752">
        <w:rPr>
          <w:rFonts w:eastAsia="Calibri"/>
        </w:rPr>
        <w:fldChar w:fldCharType="begin"/>
      </w:r>
      <w:r w:rsidRPr="00100752">
        <w:rPr>
          <w:rFonts w:eastAsia="Calibri"/>
        </w:rPr>
        <w:instrText xml:space="preserve"> MACROBUTTON  AcceptAllChangesInDoc [Sisesta eesnimi ja perekonnanimi], </w:instrText>
      </w:r>
      <w:r w:rsidRPr="00100752">
        <w:rPr>
          <w:rFonts w:eastAsia="Calibri"/>
        </w:rPr>
        <w:fldChar w:fldCharType="end"/>
      </w:r>
      <w:r w:rsidRPr="00100752">
        <w:rPr>
          <w:rFonts w:eastAsia="Calibri"/>
        </w:rPr>
        <w:t xml:space="preserve">tel </w:t>
      </w:r>
      <w:r w:rsidRPr="00100752">
        <w:fldChar w:fldCharType="begin"/>
      </w:r>
      <w:r w:rsidRPr="00100752">
        <w:instrText xml:space="preserve"> MACROBUTTON  AcceptAllChangesInDoc [Sisesta number]</w:instrText>
      </w:r>
      <w:r w:rsidRPr="00100752">
        <w:fldChar w:fldCharType="end"/>
      </w:r>
      <w:r w:rsidRPr="00100752">
        <w:t xml:space="preserve">, e-post </w:t>
      </w:r>
      <w:r w:rsidRPr="00100752">
        <w:fldChar w:fldCharType="begin"/>
      </w:r>
      <w:r w:rsidRPr="00100752">
        <w:instrText xml:space="preserve"> MACROBUTTON  AcceptAllChangesInDoc [Sisesta e-post]. </w:instrText>
      </w:r>
      <w:r w:rsidRPr="00100752">
        <w:fldChar w:fldCharType="end"/>
      </w:r>
    </w:p>
    <w:p w14:paraId="56F1C27E" w14:textId="77777777" w:rsidR="003731BF" w:rsidRPr="00100752" w:rsidRDefault="00CA3076" w:rsidP="00BA6375">
      <w:pPr>
        <w:pStyle w:val="Pealkiri21"/>
        <w:jc w:val="both"/>
      </w:pPr>
      <w:r w:rsidRPr="00100752">
        <w:t xml:space="preserve">Tellija </w:t>
      </w:r>
      <w:r w:rsidR="003731BF" w:rsidRPr="00100752">
        <w:t xml:space="preserve">esindaja on RMK </w:t>
      </w:r>
      <w:r w:rsidR="0048584E" w:rsidRPr="00100752">
        <w:rPr>
          <w:rFonts w:eastAsia="Calibri"/>
        </w:rPr>
        <w:fldChar w:fldCharType="begin"/>
      </w:r>
      <w:r w:rsidR="0048584E" w:rsidRPr="00100752">
        <w:rPr>
          <w:rFonts w:eastAsia="Calibri"/>
        </w:rPr>
        <w:instrText xml:space="preserve"> MACROBUTTON  AcceptAllChangesInDoc [Sisesta ametinimetus] </w:instrText>
      </w:r>
      <w:r w:rsidR="0048584E" w:rsidRPr="00100752">
        <w:rPr>
          <w:rFonts w:eastAsia="Calibri"/>
        </w:rPr>
        <w:fldChar w:fldCharType="end"/>
      </w:r>
      <w:r w:rsidR="0048584E" w:rsidRPr="00100752">
        <w:rPr>
          <w:rFonts w:eastAsia="Calibri"/>
        </w:rPr>
        <w:fldChar w:fldCharType="begin"/>
      </w:r>
      <w:r w:rsidR="0048584E" w:rsidRPr="00100752">
        <w:rPr>
          <w:rFonts w:eastAsia="Calibri"/>
        </w:rPr>
        <w:instrText xml:space="preserve"> MACROBUTTON  AcceptAllChangesInDoc [Sisesta eesnimi ja perekonnanimi], </w:instrText>
      </w:r>
      <w:r w:rsidR="0048584E" w:rsidRPr="00100752">
        <w:rPr>
          <w:rFonts w:eastAsia="Calibri"/>
        </w:rPr>
        <w:fldChar w:fldCharType="end"/>
      </w:r>
      <w:r w:rsidR="0048584E" w:rsidRPr="00100752">
        <w:rPr>
          <w:rFonts w:eastAsia="Calibri"/>
        </w:rPr>
        <w:t xml:space="preserve">tel </w:t>
      </w:r>
      <w:r w:rsidR="0048584E" w:rsidRPr="00100752">
        <w:fldChar w:fldCharType="begin"/>
      </w:r>
      <w:r w:rsidR="0048584E" w:rsidRPr="00100752">
        <w:instrText xml:space="preserve"> MACROBUTTON  AcceptAllChangesInDoc [Sisesta number]</w:instrText>
      </w:r>
      <w:r w:rsidR="0048584E" w:rsidRPr="00100752">
        <w:fldChar w:fldCharType="end"/>
      </w:r>
      <w:r w:rsidR="0048584E" w:rsidRPr="00100752">
        <w:t xml:space="preserve">, e-post </w:t>
      </w:r>
      <w:r w:rsidR="0048584E" w:rsidRPr="00100752">
        <w:fldChar w:fldCharType="begin"/>
      </w:r>
      <w:r w:rsidR="0048584E" w:rsidRPr="00100752">
        <w:instrText xml:space="preserve"> MACROBUTTON  AcceptAllChangesInDoc [Sisesta e-post]. </w:instrText>
      </w:r>
      <w:r w:rsidR="0048584E" w:rsidRPr="00100752">
        <w:fldChar w:fldCharType="end"/>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686DD0FE" w14:textId="77777777" w:rsidR="007926C9" w:rsidRPr="00100752" w:rsidRDefault="007926C9"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C04531"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5DAA8D80" w:rsidR="006F20A8" w:rsidRDefault="0077232E" w:rsidP="0077232E">
      <w:pPr>
        <w:pStyle w:val="Pealkiri21"/>
        <w:rPr>
          <w:lang w:eastAsia="ar-SA"/>
        </w:rPr>
      </w:pPr>
      <w:r>
        <w:rPr>
          <w:lang w:eastAsia="ar-SA"/>
        </w:rPr>
        <w:t>L</w:t>
      </w:r>
      <w:r w:rsidR="006F20A8" w:rsidRPr="00100752">
        <w:rPr>
          <w:lang w:eastAsia="ar-SA"/>
        </w:rPr>
        <w:t>isa 1 lähteülesanded (ei asu lepingu juures)</w:t>
      </w:r>
      <w:r>
        <w:rPr>
          <w:lang w:eastAsia="ar-SA"/>
        </w:rPr>
        <w:t>;</w:t>
      </w:r>
    </w:p>
    <w:p w14:paraId="47CB61C7" w14:textId="47D8D25B" w:rsidR="0077232E" w:rsidRPr="00100752" w:rsidRDefault="00142ADC" w:rsidP="0077232E">
      <w:pPr>
        <w:pStyle w:val="Pealkiri21"/>
        <w:rPr>
          <w:lang w:eastAsia="ar-SA"/>
        </w:rPr>
      </w:pPr>
      <w:r>
        <w:rPr>
          <w:lang w:eastAsia="ar-SA"/>
        </w:rPr>
        <w:t xml:space="preserve">Lisa </w:t>
      </w:r>
      <w:r w:rsidR="00BB37C4">
        <w:rPr>
          <w:lang w:eastAsia="ar-SA"/>
        </w:rPr>
        <w:t>2</w:t>
      </w:r>
      <w:r w:rsidR="0077232E" w:rsidRPr="0077232E">
        <w:rPr>
          <w:lang w:eastAsia="ar-SA"/>
        </w:rPr>
        <w:t xml:space="preserve"> </w:t>
      </w:r>
      <w:r w:rsidR="00C04531" w:rsidRPr="00C04531">
        <w:rPr>
          <w:lang w:eastAsia="ar-SA"/>
        </w:rPr>
        <w:t>töövõtja</w:t>
      </w:r>
      <w:r w:rsidR="00C04531">
        <w:rPr>
          <w:lang w:eastAsia="ar-SA"/>
        </w:rPr>
        <w:t xml:space="preserve"> </w:t>
      </w:r>
      <w:r w:rsidR="0077232E" w:rsidRPr="0077232E">
        <w:rPr>
          <w:lang w:eastAsia="ar-SA"/>
        </w:rPr>
        <w:t>esitatud pakkumus (ei asu lepingu juures).</w:t>
      </w:r>
    </w:p>
    <w:p w14:paraId="09992A92" w14:textId="049A6805" w:rsidR="006F20A8" w:rsidRPr="00100752" w:rsidRDefault="006F20A8" w:rsidP="0077232E">
      <w:pPr>
        <w:tabs>
          <w:tab w:val="left" w:pos="0"/>
        </w:tabs>
        <w:suppressAutoHyphens/>
        <w:ind w:left="576" w:hanging="576"/>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w:t>
      </w:r>
      <w:r w:rsidR="0077232E">
        <w:rPr>
          <w:kern w:val="1"/>
          <w:szCs w:val="20"/>
          <w:lang w:eastAsia="ar-SA"/>
        </w:rPr>
        <w:tab/>
      </w:r>
      <w:r w:rsidR="00BB37C4">
        <w:rPr>
          <w:kern w:val="1"/>
          <w:szCs w:val="20"/>
          <w:lang w:eastAsia="ar-SA"/>
        </w:rPr>
        <w:t>L</w:t>
      </w:r>
      <w:r w:rsidRPr="00100752">
        <w:rPr>
          <w:kern w:val="1"/>
          <w:szCs w:val="20"/>
          <w:lang w:eastAsia="ar-SA"/>
        </w:rPr>
        <w:t>isa</w:t>
      </w:r>
      <w:r w:rsidR="00BB37C4">
        <w:rPr>
          <w:kern w:val="1"/>
          <w:szCs w:val="20"/>
          <w:lang w:eastAsia="ar-SA"/>
        </w:rPr>
        <w:t xml:space="preserve"> </w:t>
      </w:r>
      <w:r w:rsidRPr="00100752">
        <w:rPr>
          <w:kern w:val="1"/>
          <w:szCs w:val="20"/>
          <w:lang w:eastAsia="ar-SA"/>
        </w:rPr>
        <w:t>3 projekteerimistööde loetelu-graafik</w:t>
      </w:r>
      <w:r w:rsidR="00C32713">
        <w:rPr>
          <w:kern w:val="1"/>
          <w:szCs w:val="20"/>
          <w:lang w:eastAsia="ar-SA"/>
        </w:rPr>
        <w:t>.</w:t>
      </w:r>
    </w:p>
    <w:p w14:paraId="6818B250" w14:textId="1CEC556B" w:rsidR="006F20A8" w:rsidRPr="00100752" w:rsidRDefault="006F20A8" w:rsidP="00C32713">
      <w:pPr>
        <w:tabs>
          <w:tab w:val="left" w:pos="0"/>
        </w:tabs>
        <w:suppressAutoHyphens/>
        <w:jc w:val="both"/>
        <w:rPr>
          <w:kern w:val="1"/>
          <w:szCs w:val="20"/>
          <w:lang w:eastAsia="ar-SA"/>
        </w:rPr>
      </w:pPr>
    </w:p>
    <w:p w14:paraId="70E7A52F" w14:textId="77777777" w:rsidR="009B55F6" w:rsidRPr="00100752" w:rsidRDefault="009B55F6"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6A396DDA" w14:textId="77777777"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77777777" w:rsidR="002437D4" w:rsidRPr="00100752" w:rsidRDefault="002437D4">
            <w:r w:rsidRPr="00100752">
              <w:fldChar w:fldCharType="begin"/>
            </w:r>
            <w:r w:rsidRPr="00100752">
              <w:instrText xml:space="preserve"> MACROBUTTON  AcceptAllChangesInDoc [Sisesta juriidilise isiku või FIE nimi] </w:instrText>
            </w:r>
            <w:r w:rsidRPr="00100752">
              <w:fldChar w:fldCharType="end"/>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77777777" w:rsidR="002437D4" w:rsidRPr="00100752" w:rsidRDefault="002437D4">
            <w:r w:rsidRPr="00100752">
              <w:t xml:space="preserve">Registrikood </w:t>
            </w:r>
            <w:r w:rsidRPr="00100752">
              <w:fldChar w:fldCharType="begin"/>
            </w:r>
            <w:r w:rsidRPr="00100752">
              <w:instrText xml:space="preserve"> MACROBUTTON  AcceptAllChangesInDoc [Sisesta registrikood] </w:instrText>
            </w:r>
            <w:r w:rsidRPr="00100752">
              <w:fldChar w:fldCharType="end"/>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r w:rsidR="0076689E" w:rsidRPr="00100752">
              <w:t>Sagadi küla, Haljala</w:t>
            </w:r>
            <w:r w:rsidR="008A43C7" w:rsidRPr="00100752">
              <w:t xml:space="preserve"> vald,</w:t>
            </w:r>
          </w:p>
        </w:tc>
        <w:tc>
          <w:tcPr>
            <w:tcW w:w="4531" w:type="dxa"/>
          </w:tcPr>
          <w:p w14:paraId="6AAA180E" w14:textId="77777777" w:rsidR="002437D4" w:rsidRPr="00100752" w:rsidRDefault="002437D4">
            <w:r w:rsidRPr="00100752">
              <w:fldChar w:fldCharType="begin"/>
            </w:r>
            <w:r w:rsidRPr="00100752">
              <w:instrText>MACROBUTTON  AcceptAllChangesInDoc [Sisesta aadress]</w:instrText>
            </w:r>
            <w:r w:rsidRPr="00100752">
              <w:fldChar w:fldCharType="end"/>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77777777" w:rsidR="002437D4" w:rsidRPr="00100752" w:rsidRDefault="002437D4">
            <w:r w:rsidRPr="00100752">
              <w:t xml:space="preserve">Tel </w:t>
            </w:r>
            <w:r w:rsidRPr="00100752">
              <w:fldChar w:fldCharType="begin"/>
            </w:r>
            <w:r w:rsidRPr="00100752">
              <w:instrText xml:space="preserve"> MACROBUTTON  AcceptAllChangesInDoc [Sisesta number] </w:instrText>
            </w:r>
            <w:r w:rsidRPr="00100752">
              <w:fldChar w:fldCharType="end"/>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77777777" w:rsidR="002437D4" w:rsidRPr="00100752" w:rsidRDefault="002437D4">
            <w:r w:rsidRPr="00100752">
              <w:t xml:space="preserve">E-post </w:t>
            </w:r>
            <w:r w:rsidRPr="00100752">
              <w:fldChar w:fldCharType="begin"/>
            </w:r>
            <w:r w:rsidRPr="00100752">
              <w:instrText xml:space="preserve"> MACROBUTTON  AcceptAllChangesInDoc [Sisesta e-post] </w:instrText>
            </w:r>
            <w:r w:rsidRPr="00100752">
              <w:fldChar w:fldCharType="end"/>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77777777" w:rsidR="002437D4" w:rsidRPr="00100752" w:rsidRDefault="00C04531">
            <w:sdt>
              <w:sdtPr>
                <w:id w:val="698586215"/>
                <w:placeholder>
                  <w:docPart w:val="E236B6130DF64227A378F0FE3B32AF7D"/>
                </w:placeholder>
                <w:comboBox>
                  <w:listItem w:displayText=" " w:value=" "/>
                  <w:listItem w:displayText="(allkirjastatud digitaalselt)" w:value="(allkirjastatud digitaalselt)"/>
                </w:comboBox>
              </w:sdtPr>
              <w:sdtEndPr/>
              <w:sdtContent>
                <w:r w:rsidR="002437D4" w:rsidRPr="00100752">
                  <w:t>[Vali sobiv]</w:t>
                </w:r>
              </w:sdtContent>
            </w:sdt>
          </w:p>
        </w:tc>
        <w:tc>
          <w:tcPr>
            <w:tcW w:w="4531" w:type="dxa"/>
          </w:tcPr>
          <w:p w14:paraId="48DC5A9A" w14:textId="77777777" w:rsidR="002437D4" w:rsidRPr="00100752" w:rsidRDefault="00C04531">
            <w:sdt>
              <w:sdtPr>
                <w:id w:val="155109603"/>
                <w:placeholder>
                  <w:docPart w:val="EB0A11D5107942D6B98419204839E5D4"/>
                </w:placeholder>
                <w:comboBox>
                  <w:listItem w:displayText=" " w:value=" "/>
                  <w:listItem w:displayText="(allkirjastatud digitaalselt)" w:value="(allkirjastatud digitaalselt)"/>
                </w:comboBox>
              </w:sdtPr>
              <w:sdtEndPr/>
              <w:sdtContent>
                <w:r w:rsidR="002437D4" w:rsidRPr="00100752">
                  <w:t>[Vali sobiv]</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19C8A396" w14:textId="77777777" w:rsidTr="002437D4">
        <w:tc>
          <w:tcPr>
            <w:tcW w:w="4531" w:type="dxa"/>
          </w:tcPr>
          <w:p w14:paraId="14D95745" w14:textId="77777777" w:rsidR="002437D4" w:rsidRPr="00100752" w:rsidRDefault="002437D4"/>
        </w:tc>
        <w:tc>
          <w:tcPr>
            <w:tcW w:w="4531" w:type="dxa"/>
          </w:tcPr>
          <w:p w14:paraId="70F59E59" w14:textId="77777777" w:rsidR="002437D4" w:rsidRPr="00100752" w:rsidRDefault="002437D4"/>
        </w:tc>
      </w:tr>
      <w:tr w:rsidR="002437D4" w:rsidRPr="00100752" w14:paraId="0D97728A" w14:textId="77777777" w:rsidTr="002437D4">
        <w:tc>
          <w:tcPr>
            <w:tcW w:w="4531" w:type="dxa"/>
          </w:tcPr>
          <w:p w14:paraId="413870A8" w14:textId="77777777" w:rsidR="002437D4" w:rsidRPr="00100752" w:rsidRDefault="002437D4">
            <w:r w:rsidRPr="00100752">
              <w:fldChar w:fldCharType="begin"/>
            </w:r>
            <w:r w:rsidRPr="00100752">
              <w:instrText xml:space="preserve"> MACROBUTTON  AcceptAllChangesInDoc [Sisesta eesnimi ja perekonnanimi] </w:instrText>
            </w:r>
            <w:r w:rsidRPr="00100752">
              <w:fldChar w:fldCharType="end"/>
            </w:r>
          </w:p>
        </w:tc>
        <w:tc>
          <w:tcPr>
            <w:tcW w:w="4531" w:type="dxa"/>
          </w:tcPr>
          <w:p w14:paraId="2D46BB98" w14:textId="77777777" w:rsidR="002437D4" w:rsidRPr="00100752" w:rsidRDefault="002437D4">
            <w:r w:rsidRPr="00100752">
              <w:fldChar w:fldCharType="begin"/>
            </w:r>
            <w:r w:rsidRPr="00100752">
              <w:instrText xml:space="preserve"> MACROBUTTON  AcceptAllChangesInDoc [Sisesta eesnimi ja perekonnanimi] </w:instrText>
            </w:r>
            <w:r w:rsidRPr="00100752">
              <w:fldChar w:fldCharType="end"/>
            </w:r>
          </w:p>
        </w:tc>
      </w:tr>
    </w:tbl>
    <w:p w14:paraId="0611D414" w14:textId="58C9EDEB" w:rsidR="002437D4" w:rsidRPr="00100752" w:rsidRDefault="002437D4"/>
    <w:p w14:paraId="55B927A9" w14:textId="247F42C6" w:rsidR="00007B53" w:rsidRPr="00100752" w:rsidRDefault="00007B53"/>
    <w:p w14:paraId="41315AFB" w14:textId="4ECC8271" w:rsidR="00007B53" w:rsidRPr="00100752" w:rsidRDefault="00007B53"/>
    <w:p w14:paraId="16B4FBA0" w14:textId="3D47B829" w:rsidR="00007B53" w:rsidRPr="00100752" w:rsidRDefault="00007B53"/>
    <w:p w14:paraId="0370C188" w14:textId="1140DA88" w:rsidR="00007B53" w:rsidRPr="00100752" w:rsidRDefault="00007B53"/>
    <w:p w14:paraId="000C54E6" w14:textId="21B2879F" w:rsidR="00007B53" w:rsidRPr="00100752" w:rsidRDefault="00007B53"/>
    <w:p w14:paraId="59099695" w14:textId="1C3E4C0E" w:rsidR="00007B53" w:rsidRPr="00100752" w:rsidRDefault="00007B53"/>
    <w:p w14:paraId="1CF8692A" w14:textId="02E865CA" w:rsidR="00007B53" w:rsidRPr="00100752" w:rsidRDefault="00007B53"/>
    <w:p w14:paraId="28959FD2" w14:textId="372CFC1A" w:rsidR="00007B53" w:rsidRPr="00100752" w:rsidRDefault="00007B53"/>
    <w:p w14:paraId="53D038C7" w14:textId="22FB89A1" w:rsidR="00007B53" w:rsidRPr="00100752" w:rsidRDefault="00007B53"/>
    <w:p w14:paraId="26DBAC5F" w14:textId="09588651" w:rsidR="00007B53" w:rsidRPr="00100752" w:rsidRDefault="00007B53"/>
    <w:p w14:paraId="24257A44" w14:textId="34FA8626" w:rsidR="00007B53" w:rsidRPr="00100752" w:rsidRDefault="00007B53"/>
    <w:p w14:paraId="09F91CE0" w14:textId="192D22B0" w:rsidR="00007B53" w:rsidRPr="00100752" w:rsidRDefault="00007B53"/>
    <w:p w14:paraId="73987E0B" w14:textId="6292DD1B" w:rsidR="00007B53" w:rsidRPr="00100752" w:rsidRDefault="00007B53"/>
    <w:p w14:paraId="37394DAB" w14:textId="6BC23FF3" w:rsidR="00007B53" w:rsidRPr="00100752" w:rsidRDefault="00007B53"/>
    <w:p w14:paraId="161C3668" w14:textId="6EA85C0F" w:rsidR="00007B53" w:rsidRPr="00100752" w:rsidRDefault="00007B53"/>
    <w:p w14:paraId="4BE09C97" w14:textId="6554C583" w:rsidR="00007B53" w:rsidRPr="00100752" w:rsidRDefault="00007B53"/>
    <w:p w14:paraId="002A1D71" w14:textId="2DAAFD9D" w:rsidR="00007B53" w:rsidRPr="00100752" w:rsidRDefault="00007B53"/>
    <w:p w14:paraId="13D028FC" w14:textId="1A541D74" w:rsidR="00007B53" w:rsidRPr="00100752" w:rsidRDefault="00007B53"/>
    <w:p w14:paraId="27FABB51" w14:textId="2B3EEE99" w:rsidR="00007B53" w:rsidRPr="00100752" w:rsidRDefault="00007B53"/>
    <w:p w14:paraId="285420A6" w14:textId="2277C5EB" w:rsidR="00007B53" w:rsidRPr="00100752" w:rsidRDefault="00007B53"/>
    <w:p w14:paraId="67F08C7B" w14:textId="411DFE21" w:rsidR="00007B53" w:rsidRPr="00100752" w:rsidRDefault="00007B53"/>
    <w:p w14:paraId="36AB12BA" w14:textId="71B64925" w:rsidR="00007B53" w:rsidRPr="00100752" w:rsidRDefault="00007B53"/>
    <w:p w14:paraId="792107CD" w14:textId="2C9452AB" w:rsidR="00007B53" w:rsidRPr="00100752" w:rsidRDefault="00007B53"/>
    <w:p w14:paraId="51343CD7" w14:textId="009F3544" w:rsidR="00007B53" w:rsidRPr="00100752" w:rsidRDefault="00007B53"/>
    <w:p w14:paraId="76CB2301" w14:textId="6B3E147C" w:rsidR="00007B53" w:rsidRPr="00100752" w:rsidRDefault="00007B53"/>
    <w:p w14:paraId="47A4CC36" w14:textId="7B2372E6" w:rsidR="00007B53" w:rsidRPr="00100752" w:rsidRDefault="00007B53"/>
    <w:p w14:paraId="19FBE787" w14:textId="3C81612F" w:rsidR="00007B53" w:rsidRPr="00100752" w:rsidRDefault="00007B53"/>
    <w:p w14:paraId="4A7A2090" w14:textId="61307E52" w:rsidR="00007B53" w:rsidRPr="00100752" w:rsidRDefault="00007B53"/>
    <w:p w14:paraId="1C6AF552" w14:textId="7AA74075" w:rsidR="00007B53" w:rsidRPr="00100752" w:rsidRDefault="00007B53"/>
    <w:p w14:paraId="7D60C136" w14:textId="25617551" w:rsidR="00007B53" w:rsidRPr="00100752" w:rsidRDefault="00007B53"/>
    <w:p w14:paraId="26DE7068" w14:textId="02655024" w:rsidR="00007B53" w:rsidRPr="00100752" w:rsidRDefault="00007B53"/>
    <w:p w14:paraId="03C02A35" w14:textId="22A498B5" w:rsidR="00007B53" w:rsidRPr="00100752" w:rsidRDefault="00007B53"/>
    <w:p w14:paraId="2753677E" w14:textId="4574E5A1" w:rsidR="00007B53" w:rsidRPr="00100752" w:rsidRDefault="00007B53"/>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53F1649A" w:rsidR="009E4534" w:rsidRPr="00100752" w:rsidRDefault="009E4534" w:rsidP="009E4534">
      <w:pPr>
        <w:tabs>
          <w:tab w:val="left" w:pos="0"/>
        </w:tabs>
        <w:suppressAutoHyphens/>
        <w:rPr>
          <w:i/>
          <w:kern w:val="1"/>
          <w:szCs w:val="20"/>
          <w:lang w:eastAsia="ar-SA"/>
        </w:rPr>
      </w:pPr>
      <w:r w:rsidRPr="00100752">
        <w:rPr>
          <w:b/>
          <w:bCs/>
          <w:kern w:val="1"/>
          <w:szCs w:val="20"/>
          <w:lang w:eastAsia="ar-SA"/>
        </w:rPr>
        <w:t>1. E</w:t>
      </w:r>
      <w:r w:rsidR="00A15311">
        <w:rPr>
          <w:b/>
          <w:bCs/>
          <w:kern w:val="1"/>
          <w:szCs w:val="20"/>
          <w:lang w:eastAsia="ar-SA"/>
        </w:rPr>
        <w:t>skiislahendus</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400DD22A" w14:textId="6C45F008" w:rsidR="009E4534" w:rsidRPr="00100752" w:rsidRDefault="009E4534" w:rsidP="009E4534">
      <w:pPr>
        <w:suppressAutoHyphens/>
        <w:ind w:left="360"/>
        <w:jc w:val="both"/>
        <w:rPr>
          <w:kern w:val="1"/>
          <w:szCs w:val="20"/>
          <w:lang w:eastAsia="ar-SA"/>
        </w:rPr>
      </w:pPr>
      <w:r>
        <w:rPr>
          <w:kern w:val="1"/>
          <w:szCs w:val="20"/>
          <w:lang w:eastAsia="ar-SA"/>
        </w:rPr>
        <w:t xml:space="preserve">tähtaeg </w:t>
      </w:r>
      <w:r w:rsidR="00A15311">
        <w:rPr>
          <w:kern w:val="1"/>
          <w:szCs w:val="20"/>
          <w:lang w:eastAsia="ar-SA"/>
        </w:rPr>
        <w:t>1</w:t>
      </w:r>
      <w:r w:rsidRPr="005B52CD">
        <w:rPr>
          <w:kern w:val="1"/>
          <w:szCs w:val="20"/>
          <w:lang w:eastAsia="ar-SA"/>
        </w:rPr>
        <w:t xml:space="preserve"> kuu peale lepingu allkirjastamist</w:t>
      </w:r>
      <w:r w:rsidRPr="00100752">
        <w:rPr>
          <w:kern w:val="1"/>
          <w:szCs w:val="20"/>
          <w:lang w:eastAsia="ar-SA"/>
        </w:rPr>
        <w:t xml:space="preserve"> osapoolte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B76F935"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Põhi</w:t>
      </w:r>
      <w:r w:rsidR="00D33785" w:rsidRPr="00100752">
        <w:rPr>
          <w:b/>
          <w:bCs/>
          <w:kern w:val="1"/>
          <w:szCs w:val="20"/>
          <w:lang w:eastAsia="ar-SA"/>
        </w:rPr>
        <w:t xml:space="preserve">projekt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1AEFD46"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225B2E04" w14:textId="1027F761" w:rsidR="00D33785" w:rsidRPr="00100752" w:rsidRDefault="00D33785" w:rsidP="00D33785">
      <w:pPr>
        <w:suppressAutoHyphens/>
        <w:ind w:left="360"/>
        <w:jc w:val="both"/>
        <w:rPr>
          <w:kern w:val="1"/>
          <w:szCs w:val="20"/>
          <w:lang w:eastAsia="ar-SA"/>
        </w:rPr>
      </w:pPr>
      <w:r w:rsidRPr="00100752">
        <w:rPr>
          <w:kern w:val="1"/>
          <w:szCs w:val="20"/>
          <w:lang w:eastAsia="ar-SA"/>
        </w:rPr>
        <w:t xml:space="preserve">tähtaeg </w:t>
      </w:r>
      <w:r w:rsidR="00A15311">
        <w:rPr>
          <w:kern w:val="1"/>
          <w:szCs w:val="20"/>
          <w:lang w:eastAsia="ar-SA"/>
        </w:rPr>
        <w:t>4</w:t>
      </w:r>
      <w:r w:rsidR="009D1CED" w:rsidRPr="009D1CED">
        <w:rPr>
          <w:kern w:val="1"/>
          <w:szCs w:val="20"/>
          <w:lang w:eastAsia="ar-SA"/>
        </w:rPr>
        <w:t xml:space="preserve"> </w:t>
      </w:r>
      <w:r w:rsidRPr="00100752">
        <w:rPr>
          <w:kern w:val="1"/>
          <w:szCs w:val="20"/>
          <w:lang w:eastAsia="ar-SA"/>
        </w:rPr>
        <w:t xml:space="preserve"> kuud peale lepingu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51AF6573"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9A75D1">
      <w:headerReference w:type="even" r:id="rId8"/>
      <w:headerReference w:type="default" r:id="rId9"/>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FB9C4" w14:textId="77777777" w:rsidR="004340A8" w:rsidRDefault="004340A8">
      <w:r>
        <w:separator/>
      </w:r>
    </w:p>
  </w:endnote>
  <w:endnote w:type="continuationSeparator" w:id="0">
    <w:p w14:paraId="07237F6E" w14:textId="77777777" w:rsidR="004340A8" w:rsidRDefault="00434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2FD88" w14:textId="77777777" w:rsidR="004340A8" w:rsidRDefault="004340A8">
      <w:r>
        <w:separator/>
      </w:r>
    </w:p>
  </w:footnote>
  <w:footnote w:type="continuationSeparator" w:id="0">
    <w:p w14:paraId="049E5EC8" w14:textId="77777777" w:rsidR="004340A8" w:rsidRDefault="00434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45AF" w14:textId="5D237186"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272DA6">
      <w:rPr>
        <w:rStyle w:val="Lehekljenumber"/>
        <w:noProof/>
      </w:rPr>
      <w:t>2</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233933276">
    <w:abstractNumId w:val="4"/>
  </w:num>
  <w:num w:numId="2" w16cid:durableId="1693140809">
    <w:abstractNumId w:val="3"/>
  </w:num>
  <w:num w:numId="3" w16cid:durableId="2023389811">
    <w:abstractNumId w:val="2"/>
  </w:num>
  <w:num w:numId="4" w16cid:durableId="1082333850">
    <w:abstractNumId w:val="5"/>
  </w:num>
  <w:num w:numId="5" w16cid:durableId="1898661595">
    <w:abstractNumId w:val="5"/>
  </w:num>
  <w:num w:numId="6" w16cid:durableId="848495090">
    <w:abstractNumId w:val="1"/>
  </w:num>
  <w:num w:numId="7" w16cid:durableId="2015573118">
    <w:abstractNumId w:val="0"/>
  </w:num>
  <w:num w:numId="8" w16cid:durableId="2027360941">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D64"/>
    <w:rsid w:val="00007B53"/>
    <w:rsid w:val="000236BA"/>
    <w:rsid w:val="0002466A"/>
    <w:rsid w:val="000610B0"/>
    <w:rsid w:val="00070E9C"/>
    <w:rsid w:val="000828A2"/>
    <w:rsid w:val="00085CAD"/>
    <w:rsid w:val="00092649"/>
    <w:rsid w:val="000B24B2"/>
    <w:rsid w:val="000C52F9"/>
    <w:rsid w:val="000F573A"/>
    <w:rsid w:val="00100752"/>
    <w:rsid w:val="00117F0D"/>
    <w:rsid w:val="001222F1"/>
    <w:rsid w:val="00130781"/>
    <w:rsid w:val="0013352E"/>
    <w:rsid w:val="00142ADC"/>
    <w:rsid w:val="0016496E"/>
    <w:rsid w:val="00180E85"/>
    <w:rsid w:val="00187866"/>
    <w:rsid w:val="001D3892"/>
    <w:rsid w:val="0021322F"/>
    <w:rsid w:val="00222E23"/>
    <w:rsid w:val="002437D4"/>
    <w:rsid w:val="00252E87"/>
    <w:rsid w:val="00272DA6"/>
    <w:rsid w:val="0029343E"/>
    <w:rsid w:val="00294162"/>
    <w:rsid w:val="002B20A0"/>
    <w:rsid w:val="003007F8"/>
    <w:rsid w:val="00301D54"/>
    <w:rsid w:val="00311242"/>
    <w:rsid w:val="00312480"/>
    <w:rsid w:val="00321530"/>
    <w:rsid w:val="0033099A"/>
    <w:rsid w:val="00334452"/>
    <w:rsid w:val="00337FC6"/>
    <w:rsid w:val="0037187B"/>
    <w:rsid w:val="003731BF"/>
    <w:rsid w:val="00377D65"/>
    <w:rsid w:val="003B3FCC"/>
    <w:rsid w:val="003C70DA"/>
    <w:rsid w:val="003D1FD3"/>
    <w:rsid w:val="003D4F57"/>
    <w:rsid w:val="003F26F1"/>
    <w:rsid w:val="00402796"/>
    <w:rsid w:val="0040704F"/>
    <w:rsid w:val="004340A8"/>
    <w:rsid w:val="00437D85"/>
    <w:rsid w:val="00474CCC"/>
    <w:rsid w:val="0048584E"/>
    <w:rsid w:val="00551773"/>
    <w:rsid w:val="005B1C24"/>
    <w:rsid w:val="005D6C7E"/>
    <w:rsid w:val="005F3F19"/>
    <w:rsid w:val="0061474F"/>
    <w:rsid w:val="00616409"/>
    <w:rsid w:val="00634FF0"/>
    <w:rsid w:val="00662208"/>
    <w:rsid w:val="006669FD"/>
    <w:rsid w:val="006725E5"/>
    <w:rsid w:val="00672EAA"/>
    <w:rsid w:val="00687CD8"/>
    <w:rsid w:val="006921B3"/>
    <w:rsid w:val="006C23CE"/>
    <w:rsid w:val="006F20A8"/>
    <w:rsid w:val="00701EC5"/>
    <w:rsid w:val="00720C5F"/>
    <w:rsid w:val="007548FE"/>
    <w:rsid w:val="00764935"/>
    <w:rsid w:val="0076689E"/>
    <w:rsid w:val="00770519"/>
    <w:rsid w:val="0077232E"/>
    <w:rsid w:val="007926C9"/>
    <w:rsid w:val="00793C2D"/>
    <w:rsid w:val="007C58DC"/>
    <w:rsid w:val="007D392A"/>
    <w:rsid w:val="008071A6"/>
    <w:rsid w:val="0081346C"/>
    <w:rsid w:val="00831570"/>
    <w:rsid w:val="008633AC"/>
    <w:rsid w:val="00867887"/>
    <w:rsid w:val="00887B9B"/>
    <w:rsid w:val="00891ED1"/>
    <w:rsid w:val="00896385"/>
    <w:rsid w:val="008A43C7"/>
    <w:rsid w:val="008B1F2F"/>
    <w:rsid w:val="008C0E08"/>
    <w:rsid w:val="008E55EB"/>
    <w:rsid w:val="00925E1C"/>
    <w:rsid w:val="009267C2"/>
    <w:rsid w:val="00927A44"/>
    <w:rsid w:val="00943DB2"/>
    <w:rsid w:val="00962F05"/>
    <w:rsid w:val="009A75D1"/>
    <w:rsid w:val="009B55F6"/>
    <w:rsid w:val="009B6662"/>
    <w:rsid w:val="009C2AB5"/>
    <w:rsid w:val="009D1CED"/>
    <w:rsid w:val="009E4534"/>
    <w:rsid w:val="009E727A"/>
    <w:rsid w:val="00A15311"/>
    <w:rsid w:val="00A164C6"/>
    <w:rsid w:val="00A24037"/>
    <w:rsid w:val="00A53EDF"/>
    <w:rsid w:val="00A858A3"/>
    <w:rsid w:val="00AC6140"/>
    <w:rsid w:val="00AE027C"/>
    <w:rsid w:val="00AE4593"/>
    <w:rsid w:val="00AF423E"/>
    <w:rsid w:val="00B02111"/>
    <w:rsid w:val="00B1136F"/>
    <w:rsid w:val="00B47672"/>
    <w:rsid w:val="00B97297"/>
    <w:rsid w:val="00B97815"/>
    <w:rsid w:val="00BA0F84"/>
    <w:rsid w:val="00BA6375"/>
    <w:rsid w:val="00BB37C4"/>
    <w:rsid w:val="00BC7FD0"/>
    <w:rsid w:val="00BF5D64"/>
    <w:rsid w:val="00C04531"/>
    <w:rsid w:val="00C10513"/>
    <w:rsid w:val="00C11329"/>
    <w:rsid w:val="00C32713"/>
    <w:rsid w:val="00C37434"/>
    <w:rsid w:val="00C5662F"/>
    <w:rsid w:val="00C677AC"/>
    <w:rsid w:val="00CA3076"/>
    <w:rsid w:val="00CB0220"/>
    <w:rsid w:val="00CD48A2"/>
    <w:rsid w:val="00CD52E7"/>
    <w:rsid w:val="00CE4463"/>
    <w:rsid w:val="00D00DD0"/>
    <w:rsid w:val="00D07E0A"/>
    <w:rsid w:val="00D33785"/>
    <w:rsid w:val="00D34B46"/>
    <w:rsid w:val="00D37E26"/>
    <w:rsid w:val="00D42A8F"/>
    <w:rsid w:val="00D7447A"/>
    <w:rsid w:val="00DA46CA"/>
    <w:rsid w:val="00DC7FDF"/>
    <w:rsid w:val="00DD6D16"/>
    <w:rsid w:val="00DE2A44"/>
    <w:rsid w:val="00DE5300"/>
    <w:rsid w:val="00E22664"/>
    <w:rsid w:val="00E32DB2"/>
    <w:rsid w:val="00E36FA4"/>
    <w:rsid w:val="00E61950"/>
    <w:rsid w:val="00E74ACF"/>
    <w:rsid w:val="00E85A15"/>
    <w:rsid w:val="00EB6E1F"/>
    <w:rsid w:val="00ED0D25"/>
    <w:rsid w:val="00ED2357"/>
    <w:rsid w:val="00EE29F4"/>
    <w:rsid w:val="00EE3C2F"/>
    <w:rsid w:val="00EE5EC3"/>
    <w:rsid w:val="00EF3CCA"/>
    <w:rsid w:val="00F62E72"/>
    <w:rsid w:val="00F85E41"/>
    <w:rsid w:val="00F87CF6"/>
    <w:rsid w:val="00F91FEA"/>
    <w:rsid w:val="00FA24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B04C88DB494653AD1F9D1F258B9FCC"/>
        <w:category>
          <w:name w:val="General"/>
          <w:gallery w:val="placeholder"/>
        </w:category>
        <w:types>
          <w:type w:val="bbPlcHdr"/>
        </w:types>
        <w:behaviors>
          <w:behavior w:val="content"/>
        </w:behaviors>
        <w:guid w:val="{778F79FD-E355-431E-BF83-68E01FB00A90}"/>
      </w:docPartPr>
      <w:docPartBody>
        <w:p w:rsidR="00F740D8" w:rsidRDefault="002818F2">
          <w:pPr>
            <w:pStyle w:val="FEB04C88DB494653AD1F9D1F258B9FCC"/>
          </w:pPr>
          <w:r w:rsidRPr="00BE118B">
            <w:rPr>
              <w:rStyle w:val="Kohatitetekst"/>
            </w:rPr>
            <w:t>Click here to enter a date.</w:t>
          </w:r>
        </w:p>
      </w:docPartBody>
    </w:docPart>
    <w:docPart>
      <w:docPartPr>
        <w:name w:val="8F033358870C483DB31F87EE230C268D"/>
        <w:category>
          <w:name w:val="General"/>
          <w:gallery w:val="placeholder"/>
        </w:category>
        <w:types>
          <w:type w:val="bbPlcHdr"/>
        </w:types>
        <w:behaviors>
          <w:behavior w:val="content"/>
        </w:behaviors>
        <w:guid w:val="{6D39CB42-93F9-42BA-A703-A8B0281AD100}"/>
      </w:docPartPr>
      <w:docPartBody>
        <w:p w:rsidR="00F740D8" w:rsidRDefault="002818F2">
          <w:pPr>
            <w:pStyle w:val="8F033358870C483DB31F87EE230C268D"/>
          </w:pPr>
          <w:r w:rsidRPr="00BE118B">
            <w:rPr>
              <w:rStyle w:val="Kohatitetekst"/>
            </w:rPr>
            <w:t>Choose an item.</w:t>
          </w:r>
        </w:p>
      </w:docPartBody>
    </w:docPart>
    <w:docPart>
      <w:docPartPr>
        <w:name w:val="D145C4DD65674F18940769F03CCCD063"/>
        <w:category>
          <w:name w:val="General"/>
          <w:gallery w:val="placeholder"/>
        </w:category>
        <w:types>
          <w:type w:val="bbPlcHdr"/>
        </w:types>
        <w:behaviors>
          <w:behavior w:val="content"/>
        </w:behaviors>
        <w:guid w:val="{DB61A3F3-DDCC-402D-8CC4-FCD702167054}"/>
      </w:docPartPr>
      <w:docPartBody>
        <w:p w:rsidR="00F740D8" w:rsidRDefault="002818F2">
          <w:pPr>
            <w:pStyle w:val="D145C4DD65674F18940769F03CCCD063"/>
          </w:pPr>
          <w:r w:rsidRPr="00BE118B">
            <w:rPr>
              <w:rStyle w:val="Kohatitetekst"/>
            </w:rPr>
            <w:t>Click here to enter a date.</w:t>
          </w:r>
        </w:p>
      </w:docPartBody>
    </w:docPart>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Kohatitetekst"/>
            </w:rPr>
            <w:t>Choose an item.</w:t>
          </w:r>
        </w:p>
      </w:docPartBody>
    </w:docPart>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Kohatiteteks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2818F2"/>
    <w:rsid w:val="004F6268"/>
    <w:rsid w:val="00DB5A52"/>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FEB04C88DB494653AD1F9D1F258B9FCC">
    <w:name w:val="FEB04C88DB494653AD1F9D1F258B9FCC"/>
  </w:style>
  <w:style w:type="paragraph" w:customStyle="1" w:styleId="8F033358870C483DB31F87EE230C268D">
    <w:name w:val="8F033358870C483DB31F87EE230C268D"/>
  </w:style>
  <w:style w:type="paragraph" w:customStyle="1" w:styleId="D145C4DD65674F18940769F03CCCD063">
    <w:name w:val="D145C4DD65674F18940769F03CCCD063"/>
  </w:style>
  <w:style w:type="paragraph" w:customStyle="1" w:styleId="5F02792E2BFD408C88B2027115312D5E">
    <w:name w:val="5F02792E2BFD408C88B2027115312D5E"/>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99DD7-8342-4494-A82D-E6106972F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84</TotalTime>
  <Pages>6</Pages>
  <Words>2115</Words>
  <Characters>12062</Characters>
  <Application>Microsoft Office Word</Application>
  <DocSecurity>0</DocSecurity>
  <Lines>100</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Reelika Sirge</cp:lastModifiedBy>
  <cp:revision>42</cp:revision>
  <cp:lastPrinted>1900-12-31T22:00:00Z</cp:lastPrinted>
  <dcterms:created xsi:type="dcterms:W3CDTF">2019-09-13T07:59:00Z</dcterms:created>
  <dcterms:modified xsi:type="dcterms:W3CDTF">2023-11-27T11:30:00Z</dcterms:modified>
</cp:coreProperties>
</file>